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18" w:rsidRPr="00122970" w:rsidRDefault="0061151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611518" w:rsidRDefault="0061151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11518" w:rsidRPr="00371B2B" w:rsidRDefault="0061151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11518" w:rsidRPr="00371B2B" w:rsidRDefault="00611518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611518" w:rsidRPr="00371B2B" w:rsidRDefault="00611518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611518" w:rsidRPr="00371B2B" w:rsidRDefault="0061151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611518" w:rsidRDefault="00611518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I Liceum Ogólnokształcące im. Stanisława Konarskiego</w:t>
      </w:r>
    </w:p>
    <w:p w:rsidR="00611518" w:rsidRPr="00144DB4" w:rsidRDefault="00611518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611518" w:rsidRPr="00371B2B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11518" w:rsidRDefault="00611518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611518" w:rsidRPr="00122970" w:rsidRDefault="0061151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611518" w:rsidRPr="00371B2B" w:rsidRDefault="0061151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611518" w:rsidRPr="00122970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11518" w:rsidRPr="00F36C31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611518" w:rsidRPr="00122970" w:rsidRDefault="00611518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Jędrusiów 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611518" w:rsidRPr="00F36C31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611518" w:rsidRPr="00F36C31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611518" w:rsidRPr="00122970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konarski.mielec@op.pl</w:t>
      </w:r>
    </w:p>
    <w:p w:rsidR="00611518" w:rsidRPr="00F36C31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611518" w:rsidRPr="007D3844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611518" w:rsidRPr="00122970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773-15-77</w:t>
      </w:r>
    </w:p>
    <w:p w:rsidR="00611518" w:rsidRPr="00F36C31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611518" w:rsidRPr="00122970" w:rsidRDefault="006115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11518" w:rsidRPr="00371B2B" w:rsidRDefault="00611518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11518" w:rsidRDefault="00611518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611518" w:rsidRDefault="0061151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611518" w:rsidRPr="00371B2B" w:rsidTr="006A1006">
        <w:tc>
          <w:tcPr>
            <w:tcW w:w="421" w:type="dxa"/>
          </w:tcPr>
          <w:p w:rsidR="00611518" w:rsidRPr="006930BA" w:rsidRDefault="0061151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611518" w:rsidRPr="00371B2B" w:rsidRDefault="0061151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611518" w:rsidRDefault="0061151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611518" w:rsidRPr="00371B2B" w:rsidRDefault="0061151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611518" w:rsidRPr="00371B2B" w:rsidRDefault="00611518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11518" w:rsidRDefault="00611518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11518" w:rsidRPr="00371B2B" w:rsidRDefault="00611518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611518" w:rsidRDefault="0061151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611518" w:rsidRDefault="0061151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11518" w:rsidRPr="00371B2B" w:rsidRDefault="00611518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9C5635" w:rsidRDefault="0061151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611518" w:rsidRPr="009C5635" w:rsidRDefault="0061151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9C5635" w:rsidTr="006A1006">
        <w:tc>
          <w:tcPr>
            <w:tcW w:w="421" w:type="dxa"/>
          </w:tcPr>
          <w:p w:rsidR="00611518" w:rsidRPr="009C5635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9C5635" w:rsidRDefault="0061151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611518" w:rsidRPr="009C5635" w:rsidRDefault="0061151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9C5635" w:rsidTr="006A1006">
        <w:tc>
          <w:tcPr>
            <w:tcW w:w="421" w:type="dxa"/>
          </w:tcPr>
          <w:p w:rsidR="00611518" w:rsidRPr="009C5635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9C5635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611518" w:rsidRPr="009C5635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9C5635" w:rsidTr="006A1006">
        <w:tc>
          <w:tcPr>
            <w:tcW w:w="421" w:type="dxa"/>
          </w:tcPr>
          <w:p w:rsidR="00611518" w:rsidRPr="009C5635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9C5635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611518" w:rsidRPr="009C5635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9C5635" w:rsidTr="006A1006">
        <w:tc>
          <w:tcPr>
            <w:tcW w:w="421" w:type="dxa"/>
          </w:tcPr>
          <w:p w:rsidR="00611518" w:rsidRPr="009C5635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611518" w:rsidRPr="00371B2B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11518" w:rsidRDefault="0061151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11518" w:rsidRPr="008611E1" w:rsidRDefault="0061151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Default="0061151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11518" w:rsidRPr="008611E1" w:rsidRDefault="0061151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11518" w:rsidRPr="00371B2B" w:rsidTr="006A1006">
        <w:tc>
          <w:tcPr>
            <w:tcW w:w="421" w:type="dxa"/>
          </w:tcPr>
          <w:p w:rsidR="00611518" w:rsidRPr="00371B2B" w:rsidRDefault="0061151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11518" w:rsidRPr="00763E28" w:rsidRDefault="00611518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611518" w:rsidRPr="00371B2B" w:rsidRDefault="0061151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611518" w:rsidRPr="009C5635" w:rsidRDefault="00611518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611518" w:rsidRPr="00AD7837" w:rsidTr="00617577">
        <w:trPr>
          <w:trHeight w:val="413"/>
        </w:trPr>
        <w:tc>
          <w:tcPr>
            <w:tcW w:w="534" w:type="dxa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611518" w:rsidRPr="00AD7837" w:rsidRDefault="00611518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611518" w:rsidRPr="00AD7837" w:rsidTr="00617577">
        <w:trPr>
          <w:trHeight w:val="559"/>
        </w:trPr>
        <w:tc>
          <w:tcPr>
            <w:tcW w:w="534" w:type="dxa"/>
            <w:vMerge w:val="restart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611518" w:rsidRPr="00AD7837" w:rsidRDefault="00611518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611518" w:rsidRPr="00AD7837" w:rsidRDefault="0061151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611518" w:rsidRPr="00A33AEA" w:rsidRDefault="0061151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611518" w:rsidRPr="00AD7837" w:rsidTr="00617577">
        <w:trPr>
          <w:trHeight w:val="318"/>
        </w:trPr>
        <w:tc>
          <w:tcPr>
            <w:tcW w:w="53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11518" w:rsidRPr="00AD7837" w:rsidRDefault="0061151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611518" w:rsidRPr="00AD7837" w:rsidRDefault="0061151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611518" w:rsidRPr="00AD7837" w:rsidTr="00617577">
        <w:trPr>
          <w:trHeight w:val="962"/>
        </w:trPr>
        <w:tc>
          <w:tcPr>
            <w:tcW w:w="53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11518" w:rsidRPr="00AD7837" w:rsidRDefault="0061151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11518" w:rsidRPr="00AD7837" w:rsidRDefault="0061151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611518" w:rsidRPr="00AD7837" w:rsidRDefault="0061151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611518" w:rsidRPr="00AD7837" w:rsidTr="00617577">
        <w:trPr>
          <w:trHeight w:val="408"/>
        </w:trPr>
        <w:tc>
          <w:tcPr>
            <w:tcW w:w="534" w:type="dxa"/>
            <w:vAlign w:val="center"/>
          </w:tcPr>
          <w:p w:rsidR="00611518" w:rsidRPr="00412B9E" w:rsidRDefault="0061151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11518" w:rsidRPr="00412B9E" w:rsidRDefault="0061151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8018590365500019354205</w:t>
            </w:r>
          </w:p>
        </w:tc>
        <w:tc>
          <w:tcPr>
            <w:tcW w:w="1701" w:type="dxa"/>
            <w:vAlign w:val="center"/>
          </w:tcPr>
          <w:p w:rsidR="00611518" w:rsidRDefault="00611518" w:rsidP="0061151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611518" w:rsidRDefault="00611518" w:rsidP="0061151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Jędrusiów 1</w:t>
            </w:r>
          </w:p>
          <w:p w:rsidR="00611518" w:rsidRPr="00412B9E" w:rsidRDefault="00611518" w:rsidP="0061151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1F37FD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611518" w:rsidRPr="00412B9E" w:rsidRDefault="0061151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11518" w:rsidRPr="00412B9E" w:rsidRDefault="0061151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11518" w:rsidRPr="00412B9E" w:rsidRDefault="0061151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11518" w:rsidRPr="00412B9E" w:rsidRDefault="0061151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11518" w:rsidRPr="00412B9E" w:rsidRDefault="005D2797" w:rsidP="005D279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611518" w:rsidRPr="008611E1" w:rsidRDefault="00611518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611518" w:rsidRPr="008611E1" w:rsidRDefault="0061151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611518" w:rsidRDefault="0061151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611518" w:rsidRDefault="00611518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611518" w:rsidRPr="004760F6" w:rsidTr="002C13B3">
        <w:trPr>
          <w:trHeight w:val="309"/>
        </w:trPr>
        <w:tc>
          <w:tcPr>
            <w:tcW w:w="2694" w:type="dxa"/>
          </w:tcPr>
          <w:p w:rsidR="00611518" w:rsidRPr="004760F6" w:rsidRDefault="00611518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611518" w:rsidRPr="004760F6" w:rsidRDefault="0061151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611518" w:rsidRPr="004760F6" w:rsidRDefault="0061151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611518" w:rsidRPr="004760F6" w:rsidTr="002C13B3">
        <w:trPr>
          <w:trHeight w:val="689"/>
        </w:trPr>
        <w:tc>
          <w:tcPr>
            <w:tcW w:w="2694" w:type="dxa"/>
          </w:tcPr>
          <w:p w:rsidR="00611518" w:rsidRPr="004760F6" w:rsidRDefault="0061151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611518" w:rsidRPr="004760F6" w:rsidRDefault="0061151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611518" w:rsidRPr="004760F6" w:rsidRDefault="00611518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611518" w:rsidRPr="00B63457" w:rsidRDefault="00611518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611518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3D" w:rsidRDefault="00101A3D">
      <w:r>
        <w:separator/>
      </w:r>
    </w:p>
  </w:endnote>
  <w:endnote w:type="continuationSeparator" w:id="0">
    <w:p w:rsidR="00101A3D" w:rsidRDefault="0010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3D" w:rsidRDefault="00101A3D">
      <w:r>
        <w:separator/>
      </w:r>
    </w:p>
  </w:footnote>
  <w:footnote w:type="continuationSeparator" w:id="0">
    <w:p w:rsidR="00101A3D" w:rsidRDefault="00101A3D">
      <w:r>
        <w:continuationSeparator/>
      </w:r>
    </w:p>
  </w:footnote>
  <w:footnote w:id="1">
    <w:p w:rsidR="00611518" w:rsidRPr="00EF7F64" w:rsidRDefault="0061151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611518" w:rsidRPr="00EF7F64" w:rsidRDefault="0061151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611518" w:rsidRPr="00EF7F64" w:rsidRDefault="00611518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611518" w:rsidRDefault="00611518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611518" w:rsidRPr="00822183" w:rsidRDefault="00611518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611518" w:rsidRDefault="00611518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611518" w:rsidRPr="00D23820" w:rsidRDefault="00611518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611518" w:rsidRPr="008611E1" w:rsidRDefault="00611518">
      <w:pPr>
        <w:pStyle w:val="Tekstprzypisudolnego"/>
        <w:rPr>
          <w:sz w:val="2"/>
          <w:szCs w:val="2"/>
        </w:rPr>
      </w:pPr>
    </w:p>
  </w:footnote>
  <w:footnote w:id="9">
    <w:p w:rsidR="00611518" w:rsidRPr="008611E1" w:rsidRDefault="00611518" w:rsidP="00CD0317">
      <w:pPr>
        <w:pStyle w:val="Tekstprzypisudolnego"/>
        <w:rPr>
          <w:sz w:val="2"/>
          <w:szCs w:val="2"/>
        </w:rPr>
      </w:pPr>
    </w:p>
  </w:footnote>
  <w:footnote w:id="10">
    <w:p w:rsidR="00611518" w:rsidRPr="008611E1" w:rsidRDefault="00611518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CD2" w:rsidRPr="00122970" w:rsidRDefault="00745CD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5D2797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1A3D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37FD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2797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51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2630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6E8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494991-99E5-49AA-82E4-37E73DED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1153</Words>
  <Characters>6921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2022-07-03T11:35:00Z</dcterms:created>
  <dcterms:modified xsi:type="dcterms:W3CDTF">2022-08-09T12:19:00Z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